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D2035" w:rsidRPr="000E4470" w:rsidRDefault="005D2035" w:rsidP="005D2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447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6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0E4470">
        <w:rPr>
          <w:szCs w:val="24"/>
        </w:rPr>
        <w:t xml:space="preserve">«Российская газета» </w:t>
      </w:r>
      <w:r w:rsidRPr="000E4470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0E4470">
          <w:rPr>
            <w:rFonts w:eastAsia="Batang"/>
            <w:szCs w:val="24"/>
            <w:lang w:eastAsia="ko-KR"/>
          </w:rPr>
          <w:t>2001 г</w:t>
        </w:r>
      </w:smartTag>
      <w:r w:rsidRPr="000E4470">
        <w:rPr>
          <w:rFonts w:eastAsia="Batang"/>
          <w:szCs w:val="24"/>
          <w:lang w:eastAsia="ko-KR"/>
        </w:rPr>
        <w:t>. №2823);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7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8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9" w:history="1"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10" w:history="1">
        <w:r w:rsidRPr="000E4470">
          <w:rPr>
            <w:rStyle w:val="ac"/>
            <w:bCs/>
            <w:sz w:val="24"/>
            <w:szCs w:val="24"/>
          </w:rPr>
          <w:t>постановление</w:t>
        </w:r>
      </w:hyperlink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lastRenderedPageBreak/>
        <w:t>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E4470">
          <w:rPr>
            <w:bCs/>
            <w:szCs w:val="24"/>
          </w:rPr>
          <w:t>2015 г</w:t>
        </w:r>
      </w:smartTag>
      <w:r w:rsidRPr="000E4470">
        <w:rPr>
          <w:bCs/>
          <w:szCs w:val="24"/>
        </w:rPr>
        <w:t xml:space="preserve">. № 7 «Об утверждении </w:t>
      </w:r>
      <w:hyperlink r:id="rId11" w:history="1">
        <w:r w:rsidRPr="000E4470">
          <w:rPr>
            <w:bCs/>
            <w:szCs w:val="24"/>
          </w:rPr>
          <w:t>порядк</w:t>
        </w:r>
      </w:hyperlink>
      <w:r w:rsidRPr="000E4470">
        <w:rPr>
          <w:bCs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szCs w:val="24"/>
        </w:rPr>
      </w:pPr>
      <w:r w:rsidRPr="000E4470">
        <w:rPr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0E4470">
        <w:rPr>
          <w:rFonts w:ascii="Times New Roman" w:hAnsi="Times New Roman" w:cs="Times New Roman"/>
          <w:sz w:val="24"/>
          <w:szCs w:val="24"/>
          <w:lang w:eastAsia="ru-RU"/>
        </w:rPr>
        <w:t>"Курская правда", №  146, 04.12.2015);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D2035" w:rsidRPr="000E4470" w:rsidRDefault="005D2035" w:rsidP="005D203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72C44" w:rsidRPr="00F21374" w:rsidRDefault="00E72C44" w:rsidP="00E72C44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 w:rsidRPr="00F21374"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Краснознаменского </w:t>
      </w:r>
      <w:r w:rsidRPr="00F21374">
        <w:rPr>
          <w:rStyle w:val="a5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E72C44" w:rsidRPr="00F21374" w:rsidRDefault="00E72C44" w:rsidP="00E72C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213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Краснознаменского </w:t>
      </w:r>
      <w:r w:rsidRPr="00E72C44">
        <w:rPr>
          <w:rStyle w:val="a5"/>
          <w:rFonts w:ascii="Times New Roman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E72C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374">
        <w:rPr>
          <w:rFonts w:ascii="Times New Roman" w:hAnsi="Times New Roman" w:cs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E24511" w:rsidRPr="002A2DFA" w:rsidRDefault="00E72C44" w:rsidP="00E72C44">
      <w:pPr>
        <w:pStyle w:val="ab"/>
        <w:tabs>
          <w:tab w:val="center" w:pos="4677"/>
          <w:tab w:val="left" w:pos="6015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21374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E72C44">
        <w:rPr>
          <w:rStyle w:val="a5"/>
          <w:rFonts w:ascii="Times New Roman" w:hAnsi="Times New Roman" w:cs="Times New Roman"/>
          <w:b w:val="0"/>
          <w:sz w:val="24"/>
          <w:szCs w:val="24"/>
        </w:rPr>
        <w:t>сельсовет»</w:t>
      </w:r>
      <w:r w:rsidRPr="00F21374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E72C44">
        <w:rPr>
          <w:rStyle w:val="a5"/>
          <w:rFonts w:ascii="Times New Roman" w:hAnsi="Times New Roman" w:cs="Times New Roman"/>
          <w:b w:val="0"/>
          <w:sz w:val="24"/>
          <w:szCs w:val="24"/>
        </w:rPr>
        <w:t>Касторенского района Курской области</w:t>
      </w:r>
      <w:r w:rsidRPr="00F21374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</w:t>
      </w:r>
      <w:r w:rsidRPr="00F21374">
        <w:rPr>
          <w:rFonts w:ascii="Times New Roman" w:hAnsi="Times New Roman" w:cs="Times New Roman"/>
          <w:sz w:val="24"/>
          <w:szCs w:val="24"/>
        </w:rPr>
        <w:lastRenderedPageBreak/>
        <w:t xml:space="preserve">по Курской области 11.11.2005, государственный регистрационный № </w:t>
      </w:r>
      <w:r w:rsidRPr="00E72C44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ru</w:t>
      </w:r>
      <w:r w:rsidRPr="00F21374">
        <w:rPr>
          <w:rFonts w:ascii="Times New Roman" w:hAnsi="Times New Roman" w:cs="Times New Roman"/>
          <w:sz w:val="24"/>
          <w:szCs w:val="24"/>
        </w:rPr>
        <w:t>465083162005001</w:t>
      </w:r>
    </w:p>
    <w:p w:rsidR="00E24511" w:rsidRPr="002A2DFA" w:rsidRDefault="00E24511" w:rsidP="00E72C44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E24511" w:rsidRPr="002A2DFA" w:rsidRDefault="00E24511" w:rsidP="00E72C44">
      <w:pPr>
        <w:pStyle w:val="ConsPlusNormal"/>
        <w:jc w:val="both"/>
        <w:rPr>
          <w:b/>
          <w:bCs/>
          <w:szCs w:val="24"/>
        </w:rPr>
      </w:pPr>
    </w:p>
    <w:p w:rsidR="00E24511" w:rsidRPr="006C7F25" w:rsidRDefault="00E24511" w:rsidP="00E72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6D2" w:rsidRDefault="002966D2" w:rsidP="00E72C44">
      <w:pPr>
        <w:jc w:val="both"/>
      </w:pPr>
    </w:p>
    <w:sectPr w:rsidR="002966D2" w:rsidSect="002741D4">
      <w:headerReference w:type="default" r:id="rId12"/>
      <w:footnotePr>
        <w:numFmt w:val="chicago"/>
      </w:footnotePr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251" w:rsidRDefault="00890251">
      <w:pPr>
        <w:spacing w:after="0" w:line="240" w:lineRule="auto"/>
      </w:pPr>
      <w:r>
        <w:separator/>
      </w:r>
    </w:p>
  </w:endnote>
  <w:endnote w:type="continuationSeparator" w:id="1">
    <w:p w:rsidR="00890251" w:rsidRDefault="0089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251" w:rsidRDefault="00890251">
      <w:pPr>
        <w:spacing w:after="0" w:line="240" w:lineRule="auto"/>
      </w:pPr>
      <w:r>
        <w:separator/>
      </w:r>
    </w:p>
  </w:footnote>
  <w:footnote w:type="continuationSeparator" w:id="1">
    <w:p w:rsidR="00890251" w:rsidRDefault="00890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EF" w:rsidRDefault="00CA2CA4">
    <w:pPr>
      <w:pStyle w:val="a9"/>
      <w:jc w:val="center"/>
    </w:pPr>
    <w:r>
      <w:fldChar w:fldCharType="begin"/>
    </w:r>
    <w:r w:rsidR="00E24511">
      <w:instrText>PAGE   \* MERGEFORMAT</w:instrText>
    </w:r>
    <w:r>
      <w:fldChar w:fldCharType="separate"/>
    </w:r>
    <w:r w:rsidR="00E72C44">
      <w:rPr>
        <w:noProof/>
      </w:rPr>
      <w:t>3</w:t>
    </w:r>
    <w:r>
      <w:fldChar w:fldCharType="end"/>
    </w:r>
  </w:p>
  <w:p w:rsidR="00DC67EF" w:rsidRDefault="0089025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932B0"/>
    <w:rsid w:val="002966D2"/>
    <w:rsid w:val="002A2DFA"/>
    <w:rsid w:val="004932B0"/>
    <w:rsid w:val="005D2035"/>
    <w:rsid w:val="006C3366"/>
    <w:rsid w:val="00816B26"/>
    <w:rsid w:val="00890251"/>
    <w:rsid w:val="00C64627"/>
    <w:rsid w:val="00CA2CA4"/>
    <w:rsid w:val="00E24511"/>
    <w:rsid w:val="00E7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  <w:style w:type="paragraph" w:customStyle="1" w:styleId="ConsPlusTitle">
    <w:name w:val="ConsPlusTitle"/>
    <w:uiPriority w:val="99"/>
    <w:rsid w:val="00E72C4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5</cp:revision>
  <dcterms:created xsi:type="dcterms:W3CDTF">2018-11-30T13:20:00Z</dcterms:created>
  <dcterms:modified xsi:type="dcterms:W3CDTF">2018-12-04T02:46:00Z</dcterms:modified>
</cp:coreProperties>
</file>